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C5886" w14:textId="390A0745" w:rsidR="004E32DD" w:rsidRPr="009549B9" w:rsidRDefault="00614ED8" w:rsidP="00F474C5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9549B9">
        <w:rPr>
          <w:rFonts w:ascii="Arial" w:hAnsi="Arial" w:cs="Arial"/>
          <w:color w:val="auto"/>
          <w:sz w:val="22"/>
        </w:rPr>
        <w:t>Riigimetsa Majandamise Keskus</w:t>
      </w:r>
    </w:p>
    <w:p w14:paraId="4DA3DAFF" w14:textId="66E58AC6" w:rsidR="00614ED8" w:rsidRPr="009549B9" w:rsidRDefault="00614ED8" w:rsidP="00F474C5">
      <w:pPr>
        <w:spacing w:after="0" w:line="240" w:lineRule="auto"/>
        <w:rPr>
          <w:rFonts w:ascii="Arial" w:hAnsi="Arial" w:cs="Arial"/>
          <w:sz w:val="22"/>
          <w:lang w:val="en-GB"/>
        </w:rPr>
      </w:pPr>
      <w:hyperlink r:id="rId9" w:history="1">
        <w:r w:rsidRPr="009549B9">
          <w:rPr>
            <w:rStyle w:val="Hyperlink"/>
            <w:rFonts w:ascii="Arial" w:hAnsi="Arial" w:cs="Arial"/>
            <w:sz w:val="22"/>
            <w:lang w:val="en-GB"/>
          </w:rPr>
          <w:t>ruth.rajaveer@rmk.ee</w:t>
        </w:r>
      </w:hyperlink>
    </w:p>
    <w:p w14:paraId="01369994" w14:textId="39E23DFA" w:rsidR="00614ED8" w:rsidRPr="009549B9" w:rsidRDefault="00614ED8" w:rsidP="00BD284E">
      <w:pPr>
        <w:tabs>
          <w:tab w:val="left" w:pos="5812"/>
        </w:tabs>
        <w:spacing w:after="0" w:line="240" w:lineRule="auto"/>
        <w:rPr>
          <w:rFonts w:ascii="Arial" w:hAnsi="Arial" w:cs="Arial"/>
          <w:sz w:val="22"/>
          <w:lang w:val="en-GB"/>
        </w:rPr>
      </w:pPr>
      <w:hyperlink r:id="rId10" w:history="1">
        <w:r w:rsidRPr="009549B9">
          <w:rPr>
            <w:rStyle w:val="Hyperlink"/>
            <w:rFonts w:ascii="Arial" w:hAnsi="Arial" w:cs="Arial"/>
            <w:sz w:val="22"/>
            <w:lang w:val="en-GB"/>
          </w:rPr>
          <w:t>rmk@rmk.ee</w:t>
        </w:r>
      </w:hyperlink>
      <w:r w:rsidR="00BD284E">
        <w:rPr>
          <w:rFonts w:ascii="Arial" w:hAnsi="Arial" w:cs="Arial"/>
          <w:sz w:val="22"/>
        </w:rPr>
        <w:tab/>
      </w:r>
      <w:r w:rsidR="006F1CAE">
        <w:rPr>
          <w:rFonts w:ascii="Arial" w:hAnsi="Arial" w:cs="Arial"/>
          <w:sz w:val="22"/>
        </w:rPr>
        <w:t xml:space="preserve">            </w:t>
      </w:r>
      <w:r w:rsidR="00BD284E">
        <w:rPr>
          <w:rFonts w:ascii="Arial" w:hAnsi="Arial" w:cs="Arial"/>
          <w:sz w:val="22"/>
        </w:rPr>
        <w:t>07.08.2025 nr</w:t>
      </w:r>
      <w:r w:rsidR="006F1CAE" w:rsidRPr="006F1CAE">
        <w:t xml:space="preserve"> </w:t>
      </w:r>
      <w:r w:rsidR="006F1CAE" w:rsidRPr="006F1CAE">
        <w:rPr>
          <w:rFonts w:ascii="Arial" w:hAnsi="Arial" w:cs="Arial"/>
          <w:sz w:val="22"/>
        </w:rPr>
        <w:t>NJ-JUH-6/561</w:t>
      </w:r>
    </w:p>
    <w:p w14:paraId="2ACE1BB6" w14:textId="77777777" w:rsidR="00614ED8" w:rsidRPr="009549B9" w:rsidRDefault="00614ED8" w:rsidP="00F474C5">
      <w:pPr>
        <w:spacing w:after="0" w:line="240" w:lineRule="auto"/>
        <w:rPr>
          <w:rFonts w:ascii="Arial" w:hAnsi="Arial" w:cs="Arial"/>
          <w:sz w:val="22"/>
          <w:lang w:val="en-GB"/>
        </w:rPr>
      </w:pPr>
    </w:p>
    <w:p w14:paraId="4A755AC9" w14:textId="77777777" w:rsidR="00614ED8" w:rsidRDefault="00614ED8" w:rsidP="00F474C5">
      <w:pPr>
        <w:spacing w:after="0" w:line="240" w:lineRule="auto"/>
        <w:rPr>
          <w:rFonts w:ascii="Arial" w:hAnsi="Arial" w:cs="Arial"/>
          <w:sz w:val="22"/>
          <w:lang w:val="en-GB"/>
        </w:rPr>
      </w:pPr>
    </w:p>
    <w:p w14:paraId="56F259E3" w14:textId="77777777" w:rsidR="00A436D2" w:rsidRDefault="00A436D2" w:rsidP="00F474C5">
      <w:pPr>
        <w:spacing w:after="0" w:line="240" w:lineRule="auto"/>
        <w:rPr>
          <w:rFonts w:ascii="Arial" w:hAnsi="Arial" w:cs="Arial"/>
          <w:sz w:val="22"/>
          <w:lang w:val="en-GB"/>
        </w:rPr>
      </w:pPr>
    </w:p>
    <w:p w14:paraId="09ED0809" w14:textId="77777777" w:rsidR="00A436D2" w:rsidRPr="009549B9" w:rsidRDefault="00A436D2" w:rsidP="00F474C5">
      <w:pPr>
        <w:spacing w:after="0" w:line="240" w:lineRule="auto"/>
        <w:rPr>
          <w:rFonts w:ascii="Arial" w:hAnsi="Arial" w:cs="Arial"/>
          <w:sz w:val="22"/>
          <w:lang w:val="en-GB"/>
        </w:rPr>
      </w:pPr>
    </w:p>
    <w:p w14:paraId="19D0AFDD" w14:textId="741A747D" w:rsidR="00614ED8" w:rsidRPr="009549B9" w:rsidRDefault="00614ED8" w:rsidP="00F474C5">
      <w:pPr>
        <w:spacing w:after="0" w:line="240" w:lineRule="auto"/>
        <w:rPr>
          <w:rFonts w:ascii="Arial" w:hAnsi="Arial" w:cs="Arial"/>
          <w:b/>
          <w:bCs/>
          <w:color w:val="auto"/>
          <w:sz w:val="22"/>
          <w:lang w:val="en-GB"/>
        </w:rPr>
      </w:pPr>
      <w:proofErr w:type="spellStart"/>
      <w:r w:rsidRPr="009549B9">
        <w:rPr>
          <w:rFonts w:ascii="Arial" w:hAnsi="Arial" w:cs="Arial"/>
          <w:b/>
          <w:bCs/>
          <w:color w:val="auto"/>
          <w:sz w:val="22"/>
          <w:lang w:val="en-GB"/>
        </w:rPr>
        <w:t>Taotlus</w:t>
      </w:r>
      <w:proofErr w:type="spellEnd"/>
    </w:p>
    <w:p w14:paraId="66C827F0" w14:textId="77777777" w:rsidR="00614ED8" w:rsidRDefault="00614ED8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44BC0FD4" w14:textId="77777777" w:rsidR="00A436D2" w:rsidRPr="009549B9" w:rsidRDefault="00A436D2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4D0C0F32" w14:textId="306BBE57" w:rsidR="00614ED8" w:rsidRPr="009549B9" w:rsidRDefault="00614ED8" w:rsidP="10484454">
      <w:pPr>
        <w:spacing w:after="0" w:line="240" w:lineRule="auto"/>
        <w:rPr>
          <w:rFonts w:ascii="Arial" w:hAnsi="Arial" w:cs="Arial"/>
          <w:color w:val="auto"/>
          <w:sz w:val="22"/>
        </w:rPr>
      </w:pP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Riigimetsa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Majandamise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Keskuse</w:t>
      </w:r>
      <w:proofErr w:type="spellEnd"/>
      <w:r w:rsidR="004753E9" w:rsidRPr="009549B9">
        <w:rPr>
          <w:rFonts w:ascii="Arial" w:hAnsi="Arial" w:cs="Arial"/>
          <w:color w:val="auto"/>
          <w:sz w:val="22"/>
          <w:lang w:val="en-GB"/>
        </w:rPr>
        <w:t xml:space="preserve"> (</w:t>
      </w:r>
      <w:proofErr w:type="spellStart"/>
      <w:r w:rsidR="004753E9" w:rsidRPr="009549B9">
        <w:rPr>
          <w:rFonts w:ascii="Arial" w:hAnsi="Arial" w:cs="Arial"/>
          <w:color w:val="auto"/>
          <w:sz w:val="22"/>
          <w:lang w:val="en-GB"/>
        </w:rPr>
        <w:t>edaspidi</w:t>
      </w:r>
      <w:proofErr w:type="spellEnd"/>
      <w:r w:rsidR="004753E9" w:rsidRPr="009549B9">
        <w:rPr>
          <w:rFonts w:ascii="Arial" w:hAnsi="Arial" w:cs="Arial"/>
          <w:color w:val="auto"/>
          <w:sz w:val="22"/>
          <w:lang w:val="en-GB"/>
        </w:rPr>
        <w:t xml:space="preserve"> RMK)</w:t>
      </w:r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ning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Enefit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Kaevanduse</w:t>
      </w:r>
      <w:r w:rsidR="68D40D24" w:rsidRPr="009549B9">
        <w:rPr>
          <w:rFonts w:ascii="Arial" w:hAnsi="Arial" w:cs="Arial"/>
          <w:color w:val="auto"/>
          <w:sz w:val="22"/>
          <w:lang w:val="en-GB"/>
        </w:rPr>
        <w:t>d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AS (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praeguse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nimega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Enefit Industry AS)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vahel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sõlmiti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10.12.2019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maarendileping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nr 3-1.21/2019/363 </w:t>
      </w:r>
      <w:r w:rsidR="004454BB" w:rsidRPr="009549B9">
        <w:rPr>
          <w:rFonts w:ascii="Arial" w:hAnsi="Arial" w:cs="Arial"/>
          <w:color w:val="auto"/>
          <w:sz w:val="22"/>
        </w:rPr>
        <w:t>Varese kinnistu (registriosa 2526008, katastritunnus 85101:011:0035) osaliseks kasutamiseks. Varese kinnistu riigivara valitseja on Kliimaministeerium ning volitatud asutus R</w:t>
      </w:r>
      <w:r w:rsidR="42172203" w:rsidRPr="009549B9">
        <w:rPr>
          <w:rFonts w:ascii="Arial" w:hAnsi="Arial" w:cs="Arial"/>
          <w:color w:val="auto"/>
          <w:sz w:val="22"/>
        </w:rPr>
        <w:t>MK.</w:t>
      </w:r>
    </w:p>
    <w:p w14:paraId="056E9703" w14:textId="77777777" w:rsidR="00BD04A8" w:rsidRPr="009549B9" w:rsidRDefault="00BD04A8" w:rsidP="00F474C5">
      <w:pPr>
        <w:spacing w:after="0" w:line="240" w:lineRule="auto"/>
        <w:rPr>
          <w:rFonts w:ascii="Arial" w:hAnsi="Arial" w:cs="Arial"/>
          <w:color w:val="auto"/>
          <w:sz w:val="22"/>
        </w:rPr>
      </w:pPr>
    </w:p>
    <w:p w14:paraId="2A3B12BD" w14:textId="77777777" w:rsidR="0092140F" w:rsidRPr="009549B9" w:rsidRDefault="004454BB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r w:rsidRPr="009549B9">
        <w:rPr>
          <w:rFonts w:ascii="Arial" w:hAnsi="Arial" w:cs="Arial"/>
          <w:color w:val="auto"/>
          <w:sz w:val="22"/>
        </w:rPr>
        <w:t>Renditava maa-ala suurus on ligikaudu 4,2 ha</w:t>
      </w:r>
      <w:r w:rsidR="00BD04A8" w:rsidRPr="009549B9">
        <w:rPr>
          <w:rFonts w:ascii="Arial" w:hAnsi="Arial" w:cs="Arial"/>
          <w:color w:val="auto"/>
          <w:sz w:val="22"/>
        </w:rPr>
        <w:t xml:space="preserve">, </w:t>
      </w:r>
      <w:r w:rsidRPr="009549B9">
        <w:rPr>
          <w:rFonts w:ascii="Arial" w:hAnsi="Arial" w:cs="Arial"/>
          <w:color w:val="auto"/>
          <w:sz w:val="22"/>
        </w:rPr>
        <w:t>mis anti kasutusse montaaži- ja hoiuplatsina</w:t>
      </w:r>
      <w:r w:rsidRPr="009549B9">
        <w:rPr>
          <w:rFonts w:ascii="Arial" w:hAnsi="Arial" w:cs="Arial"/>
          <w:b/>
          <w:bCs/>
          <w:color w:val="auto"/>
          <w:sz w:val="22"/>
        </w:rPr>
        <w:t xml:space="preserve"> </w:t>
      </w:r>
      <w:r w:rsidRPr="009549B9">
        <w:rPr>
          <w:rFonts w:ascii="Arial" w:hAnsi="Arial" w:cs="Arial"/>
          <w:color w:val="auto"/>
          <w:sz w:val="22"/>
        </w:rPr>
        <w:t>(vajalik demonteeritud ekskavaatorite sõlmede vastuvõtmiseks, ekskavaatorite monteerimiseks ning montaaži- ja muude seadmete paigutamiseks). Maarendileping</w:t>
      </w:r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BD04A8" w:rsidRPr="009549B9">
        <w:rPr>
          <w:rFonts w:ascii="Arial" w:hAnsi="Arial" w:cs="Arial"/>
          <w:color w:val="auto"/>
          <w:sz w:val="22"/>
          <w:lang w:val="en-GB"/>
        </w:rPr>
        <w:t>kehti</w:t>
      </w:r>
      <w:r w:rsidR="006A25A9" w:rsidRPr="009549B9">
        <w:rPr>
          <w:rFonts w:ascii="Arial" w:hAnsi="Arial" w:cs="Arial"/>
          <w:color w:val="auto"/>
          <w:sz w:val="22"/>
          <w:lang w:val="en-GB"/>
        </w:rPr>
        <w:t>b</w:t>
      </w:r>
      <w:proofErr w:type="spellEnd"/>
      <w:r w:rsidR="00BD04A8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BD04A8" w:rsidRPr="009549B9">
        <w:rPr>
          <w:rFonts w:ascii="Arial" w:hAnsi="Arial" w:cs="Arial"/>
          <w:color w:val="auto"/>
          <w:sz w:val="22"/>
          <w:lang w:val="en-GB"/>
        </w:rPr>
        <w:t>k</w:t>
      </w:r>
      <w:r w:rsidRPr="009549B9">
        <w:rPr>
          <w:rFonts w:ascii="Arial" w:hAnsi="Arial" w:cs="Arial"/>
          <w:color w:val="auto"/>
          <w:sz w:val="22"/>
          <w:lang w:val="en-GB"/>
        </w:rPr>
        <w:t>uni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31.08.2025</w:t>
      </w:r>
      <w:r w:rsidR="0092140F" w:rsidRPr="009549B9">
        <w:rPr>
          <w:rFonts w:ascii="Arial" w:hAnsi="Arial" w:cs="Arial"/>
          <w:color w:val="auto"/>
          <w:sz w:val="22"/>
          <w:lang w:val="en-GB"/>
        </w:rPr>
        <w:t>.</w:t>
      </w:r>
    </w:p>
    <w:p w14:paraId="44D2C601" w14:textId="77777777" w:rsidR="0092140F" w:rsidRPr="009549B9" w:rsidRDefault="0092140F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21BE8E5C" w14:textId="608A5A01" w:rsidR="004454BB" w:rsidRPr="009549B9" w:rsidRDefault="0092140F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r w:rsidRPr="009549B9">
        <w:rPr>
          <w:rFonts w:ascii="Arial" w:hAnsi="Arial" w:cs="Arial"/>
          <w:color w:val="auto"/>
          <w:sz w:val="22"/>
          <w:lang w:val="en-GB"/>
        </w:rPr>
        <w:t xml:space="preserve">2024.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aastal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Pr="009549B9">
        <w:rPr>
          <w:rFonts w:ascii="Arial" w:hAnsi="Arial" w:cs="Arial"/>
          <w:color w:val="auto"/>
          <w:sz w:val="22"/>
          <w:lang w:val="en-GB"/>
        </w:rPr>
        <w:t>küsis</w:t>
      </w:r>
      <w:proofErr w:type="spellEnd"/>
      <w:r w:rsidRPr="009549B9">
        <w:rPr>
          <w:rFonts w:ascii="Arial" w:hAnsi="Arial" w:cs="Arial"/>
          <w:color w:val="auto"/>
          <w:sz w:val="22"/>
          <w:lang w:val="en-GB"/>
        </w:rPr>
        <w:t xml:space="preserve"> Enefit Power AS</w:t>
      </w:r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(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praeguse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nimega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Enefit Industry AS) </w:t>
      </w:r>
      <w:r w:rsidR="004753E9" w:rsidRPr="009549B9">
        <w:rPr>
          <w:rFonts w:ascii="Arial" w:hAnsi="Arial" w:cs="Arial"/>
          <w:color w:val="auto"/>
          <w:sz w:val="22"/>
          <w:lang w:val="en-GB"/>
        </w:rPr>
        <w:t>e-</w:t>
      </w:r>
      <w:proofErr w:type="spellStart"/>
      <w:r w:rsidR="004753E9" w:rsidRPr="009549B9">
        <w:rPr>
          <w:rFonts w:ascii="Arial" w:hAnsi="Arial" w:cs="Arial"/>
          <w:color w:val="auto"/>
          <w:sz w:val="22"/>
          <w:lang w:val="en-GB"/>
        </w:rPr>
        <w:t>kirja</w:t>
      </w:r>
      <w:proofErr w:type="spellEnd"/>
      <w:r w:rsidR="004753E9" w:rsidRPr="009549B9">
        <w:rPr>
          <w:rFonts w:ascii="Arial" w:hAnsi="Arial" w:cs="Arial"/>
          <w:color w:val="auto"/>
          <w:sz w:val="22"/>
          <w:lang w:val="en-GB"/>
        </w:rPr>
        <w:t xml:space="preserve"> teel RMK-</w:t>
      </w:r>
      <w:proofErr w:type="spellStart"/>
      <w:r w:rsidR="004753E9" w:rsidRPr="009549B9">
        <w:rPr>
          <w:rFonts w:ascii="Arial" w:hAnsi="Arial" w:cs="Arial"/>
          <w:color w:val="auto"/>
          <w:sz w:val="22"/>
          <w:lang w:val="en-GB"/>
        </w:rPr>
        <w:t>lt</w:t>
      </w:r>
      <w:proofErr w:type="spellEnd"/>
      <w:r w:rsidR="004753E9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4753E9" w:rsidRPr="009549B9">
        <w:rPr>
          <w:rFonts w:ascii="Arial" w:hAnsi="Arial" w:cs="Arial"/>
          <w:color w:val="auto"/>
          <w:sz w:val="22"/>
          <w:lang w:val="en-GB"/>
        </w:rPr>
        <w:t>luba</w:t>
      </w:r>
      <w:proofErr w:type="spellEnd"/>
      <w:r w:rsidR="004753E9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4753E9" w:rsidRPr="009549B9">
        <w:rPr>
          <w:rFonts w:ascii="Arial" w:hAnsi="Arial" w:cs="Arial"/>
          <w:color w:val="auto"/>
          <w:sz w:val="22"/>
          <w:lang w:val="en-GB"/>
        </w:rPr>
        <w:t>renditava</w:t>
      </w:r>
      <w:proofErr w:type="spellEnd"/>
      <w:r w:rsidR="004753E9" w:rsidRPr="009549B9">
        <w:rPr>
          <w:rFonts w:ascii="Arial" w:hAnsi="Arial" w:cs="Arial"/>
          <w:color w:val="auto"/>
          <w:sz w:val="22"/>
          <w:lang w:val="en-GB"/>
        </w:rPr>
        <w:t xml:space="preserve"> ala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kasutamiseks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metsamaterjali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ladustamiseks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.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V</w:t>
      </w:r>
      <w:r w:rsidR="004454BB" w:rsidRPr="009549B9">
        <w:rPr>
          <w:rFonts w:ascii="Arial" w:hAnsi="Arial" w:cs="Arial"/>
          <w:color w:val="auto"/>
          <w:sz w:val="22"/>
          <w:lang w:val="en-GB"/>
        </w:rPr>
        <w:t>astavalt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RMK </w:t>
      </w:r>
      <w:proofErr w:type="spellStart"/>
      <w:r w:rsidR="004454BB" w:rsidRPr="009549B9">
        <w:rPr>
          <w:rFonts w:ascii="Arial" w:hAnsi="Arial" w:cs="Arial"/>
          <w:color w:val="auto"/>
          <w:sz w:val="22"/>
          <w:lang w:val="en-GB"/>
        </w:rPr>
        <w:t>metsülem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Peeter </w:t>
      </w:r>
      <w:proofErr w:type="spellStart"/>
      <w:r w:rsidR="004454BB" w:rsidRPr="009549B9">
        <w:rPr>
          <w:rFonts w:ascii="Arial" w:hAnsi="Arial" w:cs="Arial"/>
          <w:color w:val="auto"/>
          <w:sz w:val="22"/>
          <w:lang w:val="en-GB"/>
        </w:rPr>
        <w:t>Puhke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poolt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03.06.2024 </w:t>
      </w:r>
      <w:proofErr w:type="spellStart"/>
      <w:r w:rsidR="00F156EB" w:rsidRPr="009549B9">
        <w:rPr>
          <w:rFonts w:ascii="Arial" w:hAnsi="Arial" w:cs="Arial"/>
          <w:color w:val="auto"/>
          <w:sz w:val="22"/>
          <w:lang w:val="en-GB"/>
        </w:rPr>
        <w:t>edastatud</w:t>
      </w:r>
      <w:proofErr w:type="spellEnd"/>
      <w:r w:rsidR="00F156E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r w:rsidR="004454BB" w:rsidRPr="009549B9">
        <w:rPr>
          <w:rFonts w:ascii="Arial" w:hAnsi="Arial" w:cs="Arial"/>
          <w:color w:val="auto"/>
          <w:sz w:val="22"/>
          <w:lang w:val="en-GB"/>
        </w:rPr>
        <w:t>e-</w:t>
      </w:r>
      <w:proofErr w:type="spellStart"/>
      <w:r w:rsidR="004454BB" w:rsidRPr="009549B9">
        <w:rPr>
          <w:rFonts w:ascii="Arial" w:hAnsi="Arial" w:cs="Arial"/>
          <w:color w:val="auto"/>
          <w:sz w:val="22"/>
          <w:lang w:val="en-GB"/>
        </w:rPr>
        <w:t>kirjale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4454BB" w:rsidRPr="009549B9">
        <w:rPr>
          <w:rFonts w:ascii="Arial" w:hAnsi="Arial" w:cs="Arial"/>
          <w:color w:val="auto"/>
          <w:sz w:val="22"/>
          <w:lang w:val="en-GB"/>
        </w:rPr>
        <w:t>kooskõlastas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r w:rsidR="00F156EB" w:rsidRPr="009549B9">
        <w:rPr>
          <w:rFonts w:ascii="Arial" w:hAnsi="Arial" w:cs="Arial"/>
          <w:color w:val="auto"/>
          <w:sz w:val="22"/>
          <w:lang w:val="en-GB"/>
        </w:rPr>
        <w:t>RMK</w:t>
      </w:r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Enefit Power AS </w:t>
      </w:r>
      <w:proofErr w:type="spellStart"/>
      <w:r w:rsidR="004454BB" w:rsidRPr="009549B9">
        <w:rPr>
          <w:rFonts w:ascii="Arial" w:hAnsi="Arial" w:cs="Arial"/>
          <w:color w:val="auto"/>
          <w:sz w:val="22"/>
          <w:lang w:val="en-GB"/>
        </w:rPr>
        <w:t>ettevõte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4454BB" w:rsidRPr="009549B9">
        <w:rPr>
          <w:rFonts w:ascii="Arial" w:hAnsi="Arial" w:cs="Arial"/>
          <w:color w:val="auto"/>
          <w:sz w:val="22"/>
          <w:lang w:val="en-GB"/>
        </w:rPr>
        <w:t>soovi</w:t>
      </w:r>
      <w:proofErr w:type="spellEnd"/>
      <w:r w:rsidR="004454B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r w:rsidR="00DF5890" w:rsidRPr="009549B9">
        <w:rPr>
          <w:rFonts w:ascii="Arial" w:hAnsi="Arial" w:cs="Arial"/>
          <w:color w:val="auto"/>
          <w:sz w:val="22"/>
          <w:lang w:val="en-GB"/>
        </w:rPr>
        <w:t xml:space="preserve">Varese </w:t>
      </w:r>
      <w:proofErr w:type="spellStart"/>
      <w:r w:rsidR="00DF5890" w:rsidRPr="009549B9">
        <w:rPr>
          <w:rFonts w:ascii="Arial" w:hAnsi="Arial" w:cs="Arial"/>
          <w:color w:val="auto"/>
          <w:sz w:val="22"/>
          <w:lang w:val="en-GB"/>
        </w:rPr>
        <w:t>kinnistu</w:t>
      </w:r>
      <w:proofErr w:type="spellEnd"/>
      <w:r w:rsidR="00DF5890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DF5890" w:rsidRPr="009549B9">
        <w:rPr>
          <w:rFonts w:ascii="Arial" w:hAnsi="Arial" w:cs="Arial"/>
          <w:color w:val="auto"/>
          <w:sz w:val="22"/>
          <w:lang w:val="en-GB"/>
        </w:rPr>
        <w:t>renditava</w:t>
      </w:r>
      <w:proofErr w:type="spellEnd"/>
      <w:r w:rsidR="00DF5890" w:rsidRPr="009549B9">
        <w:rPr>
          <w:rFonts w:ascii="Arial" w:hAnsi="Arial" w:cs="Arial"/>
          <w:color w:val="auto"/>
          <w:sz w:val="22"/>
          <w:lang w:val="en-GB"/>
        </w:rPr>
        <w:t xml:space="preserve"> ala </w:t>
      </w:r>
      <w:proofErr w:type="spellStart"/>
      <w:r w:rsidR="00271BAB" w:rsidRPr="009549B9">
        <w:rPr>
          <w:rFonts w:ascii="Arial" w:hAnsi="Arial" w:cs="Arial"/>
          <w:color w:val="auto"/>
          <w:sz w:val="22"/>
          <w:lang w:val="en-GB"/>
        </w:rPr>
        <w:t>kasutamisks</w:t>
      </w:r>
      <w:proofErr w:type="spellEnd"/>
      <w:r w:rsidR="00271BA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271BAB" w:rsidRPr="009549B9">
        <w:rPr>
          <w:rFonts w:ascii="Arial" w:hAnsi="Arial" w:cs="Arial"/>
          <w:color w:val="auto"/>
          <w:sz w:val="22"/>
          <w:lang w:val="en-GB"/>
        </w:rPr>
        <w:t>metsamaterjali</w:t>
      </w:r>
      <w:proofErr w:type="spellEnd"/>
      <w:r w:rsidR="00271BA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271BAB" w:rsidRPr="009549B9">
        <w:rPr>
          <w:rFonts w:ascii="Arial" w:hAnsi="Arial" w:cs="Arial"/>
          <w:color w:val="auto"/>
          <w:sz w:val="22"/>
          <w:lang w:val="en-GB"/>
        </w:rPr>
        <w:t>ladustamiseks</w:t>
      </w:r>
      <w:proofErr w:type="spellEnd"/>
      <w:r w:rsidR="00271BA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271BAB" w:rsidRPr="009549B9">
        <w:rPr>
          <w:rFonts w:ascii="Arial" w:hAnsi="Arial" w:cs="Arial"/>
          <w:color w:val="auto"/>
          <w:sz w:val="22"/>
          <w:lang w:val="en-GB"/>
        </w:rPr>
        <w:t>ilma</w:t>
      </w:r>
      <w:proofErr w:type="spellEnd"/>
      <w:r w:rsidR="00271BA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271BAB" w:rsidRPr="009549B9">
        <w:rPr>
          <w:rFonts w:ascii="Arial" w:hAnsi="Arial" w:cs="Arial"/>
          <w:color w:val="auto"/>
          <w:sz w:val="22"/>
          <w:lang w:val="en-GB"/>
        </w:rPr>
        <w:t>rendilepingut</w:t>
      </w:r>
      <w:proofErr w:type="spellEnd"/>
      <w:r w:rsidR="00271BAB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271BAB" w:rsidRPr="009549B9">
        <w:rPr>
          <w:rFonts w:ascii="Arial" w:hAnsi="Arial" w:cs="Arial"/>
          <w:color w:val="auto"/>
          <w:sz w:val="22"/>
          <w:lang w:val="en-GB"/>
        </w:rPr>
        <w:t>muutmata</w:t>
      </w:r>
      <w:proofErr w:type="spellEnd"/>
      <w:r w:rsidR="00271BAB" w:rsidRPr="009549B9">
        <w:rPr>
          <w:rFonts w:ascii="Arial" w:hAnsi="Arial" w:cs="Arial"/>
          <w:color w:val="auto"/>
          <w:sz w:val="22"/>
          <w:lang w:val="en-GB"/>
        </w:rPr>
        <w:t>.</w:t>
      </w:r>
    </w:p>
    <w:p w14:paraId="5238A422" w14:textId="77777777" w:rsidR="00271BAB" w:rsidRPr="009549B9" w:rsidRDefault="00271BAB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4FA9FBF0" w14:textId="43643ECF" w:rsidR="004454BB" w:rsidRPr="009549B9" w:rsidRDefault="004454BB" w:rsidP="00F474C5">
      <w:pPr>
        <w:spacing w:after="0" w:line="240" w:lineRule="auto"/>
        <w:rPr>
          <w:rFonts w:ascii="Arial" w:hAnsi="Arial" w:cs="Arial"/>
          <w:color w:val="auto"/>
          <w:sz w:val="22"/>
        </w:rPr>
      </w:pPr>
      <w:r w:rsidRPr="009549B9">
        <w:rPr>
          <w:rFonts w:ascii="Arial" w:hAnsi="Arial" w:cs="Arial"/>
          <w:color w:val="auto"/>
          <w:sz w:val="22"/>
        </w:rPr>
        <w:t>Seoses jätkuva vajadusega kasutada renditavat maa-ala Narva karjääri teenindavate mäemasinate montaaži- ja hoiuplatsina</w:t>
      </w:r>
      <w:r w:rsidR="003E188F" w:rsidRPr="009549B9">
        <w:rPr>
          <w:rFonts w:ascii="Arial" w:hAnsi="Arial" w:cs="Arial"/>
          <w:color w:val="auto"/>
          <w:sz w:val="22"/>
        </w:rPr>
        <w:t xml:space="preserve"> ning </w:t>
      </w:r>
      <w:r w:rsidR="00EC514F" w:rsidRPr="009549B9">
        <w:rPr>
          <w:rFonts w:ascii="Arial" w:hAnsi="Arial" w:cs="Arial"/>
          <w:color w:val="auto"/>
          <w:sz w:val="22"/>
        </w:rPr>
        <w:t>metsamaterjali ladustamiseks</w:t>
      </w:r>
      <w:r w:rsidRPr="009549B9">
        <w:rPr>
          <w:rFonts w:ascii="Arial" w:hAnsi="Arial" w:cs="Arial"/>
          <w:color w:val="auto"/>
          <w:sz w:val="22"/>
        </w:rPr>
        <w:t xml:space="preserve">, soovib Enefit </w:t>
      </w:r>
      <w:r w:rsidR="00EC514F" w:rsidRPr="009549B9">
        <w:rPr>
          <w:rFonts w:ascii="Arial" w:hAnsi="Arial" w:cs="Arial"/>
          <w:color w:val="auto"/>
          <w:sz w:val="22"/>
        </w:rPr>
        <w:t>Industry</w:t>
      </w:r>
      <w:r w:rsidRPr="009549B9">
        <w:rPr>
          <w:rFonts w:ascii="Arial" w:hAnsi="Arial" w:cs="Arial"/>
          <w:color w:val="auto"/>
          <w:sz w:val="22"/>
        </w:rPr>
        <w:t xml:space="preserve"> AS jätkata </w:t>
      </w:r>
      <w:r w:rsidR="00BD3B2D" w:rsidRPr="009549B9">
        <w:rPr>
          <w:rFonts w:ascii="Arial" w:hAnsi="Arial" w:cs="Arial"/>
          <w:color w:val="auto"/>
          <w:sz w:val="22"/>
        </w:rPr>
        <w:t>Varese kinnistu 4,2 ha suuruse</w:t>
      </w:r>
      <w:r w:rsidRPr="009549B9">
        <w:rPr>
          <w:rFonts w:ascii="Arial" w:hAnsi="Arial" w:cs="Arial"/>
          <w:color w:val="auto"/>
          <w:sz w:val="22"/>
        </w:rPr>
        <w:t xml:space="preserve"> maa-ala kasutamist. Eelt</w:t>
      </w:r>
      <w:r w:rsidR="00EC514F" w:rsidRPr="009549B9">
        <w:rPr>
          <w:rFonts w:ascii="Arial" w:hAnsi="Arial" w:cs="Arial"/>
          <w:color w:val="auto"/>
          <w:sz w:val="22"/>
        </w:rPr>
        <w:t>o</w:t>
      </w:r>
      <w:r w:rsidRPr="009549B9">
        <w:rPr>
          <w:rFonts w:ascii="Arial" w:hAnsi="Arial" w:cs="Arial"/>
          <w:color w:val="auto"/>
          <w:sz w:val="22"/>
        </w:rPr>
        <w:t xml:space="preserve">odust tulenevalt palume </w:t>
      </w:r>
      <w:r w:rsidR="00B35FD8" w:rsidRPr="009549B9">
        <w:rPr>
          <w:rFonts w:ascii="Arial" w:hAnsi="Arial" w:cs="Arial"/>
          <w:color w:val="auto"/>
          <w:sz w:val="22"/>
        </w:rPr>
        <w:t xml:space="preserve">väljastada </w:t>
      </w:r>
      <w:r w:rsidR="002C6F1A" w:rsidRPr="009549B9">
        <w:rPr>
          <w:rFonts w:ascii="Arial" w:hAnsi="Arial" w:cs="Arial"/>
          <w:color w:val="auto"/>
          <w:sz w:val="22"/>
        </w:rPr>
        <w:t>RMK poolse</w:t>
      </w:r>
      <w:r w:rsidR="003E35DE" w:rsidRPr="009549B9">
        <w:rPr>
          <w:rFonts w:ascii="Arial" w:hAnsi="Arial" w:cs="Arial"/>
          <w:color w:val="auto"/>
          <w:sz w:val="22"/>
        </w:rPr>
        <w:t xml:space="preserve"> nõusoleku ning</w:t>
      </w:r>
      <w:r w:rsidR="002C6F1A" w:rsidRPr="009549B9">
        <w:rPr>
          <w:rFonts w:ascii="Arial" w:hAnsi="Arial" w:cs="Arial"/>
          <w:color w:val="auto"/>
          <w:sz w:val="22"/>
        </w:rPr>
        <w:t xml:space="preserve"> tingimused maarendilepingu pikendamiseks 10. aastaks</w:t>
      </w:r>
      <w:r w:rsidRPr="009549B9">
        <w:rPr>
          <w:rFonts w:ascii="Arial" w:hAnsi="Arial" w:cs="Arial"/>
          <w:color w:val="auto"/>
          <w:sz w:val="22"/>
        </w:rPr>
        <w:t>.</w:t>
      </w:r>
    </w:p>
    <w:p w14:paraId="664F0F2D" w14:textId="77777777" w:rsidR="00E445AA" w:rsidRPr="009549B9" w:rsidRDefault="00E445AA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1216EF72" w14:textId="77777777" w:rsidR="008E1972" w:rsidRPr="009549B9" w:rsidRDefault="008E1972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184ED0A3" w14:textId="26CD9EC6" w:rsidR="00E75E91" w:rsidRDefault="00E260B9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proofErr w:type="spellStart"/>
      <w:r w:rsidRPr="00E260B9">
        <w:rPr>
          <w:rFonts w:ascii="Arial" w:hAnsi="Arial" w:cs="Arial"/>
          <w:color w:val="auto"/>
          <w:sz w:val="22"/>
          <w:lang w:val="en-GB"/>
        </w:rPr>
        <w:t>Lugupidamisega</w:t>
      </w:r>
      <w:proofErr w:type="spellEnd"/>
    </w:p>
    <w:p w14:paraId="73B21B7B" w14:textId="77777777" w:rsidR="00E75E91" w:rsidRDefault="00E75E91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19E7BCE3" w14:textId="37FF51D2" w:rsidR="00E75E91" w:rsidRDefault="00E75E91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r>
        <w:rPr>
          <w:rFonts w:ascii="Arial" w:hAnsi="Arial" w:cs="Arial"/>
          <w:color w:val="auto"/>
          <w:sz w:val="22"/>
          <w:lang w:val="en-GB"/>
        </w:rPr>
        <w:t>(</w:t>
      </w:r>
      <w:proofErr w:type="spellStart"/>
      <w:r>
        <w:rPr>
          <w:rFonts w:ascii="Arial" w:hAnsi="Arial" w:cs="Arial"/>
          <w:color w:val="auto"/>
          <w:sz w:val="22"/>
          <w:lang w:val="en-GB"/>
        </w:rPr>
        <w:t>allkirjastatud</w:t>
      </w:r>
      <w:proofErr w:type="spellEnd"/>
      <w:r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lang w:val="en-GB"/>
        </w:rPr>
        <w:t>digitaalselt</w:t>
      </w:r>
      <w:proofErr w:type="spellEnd"/>
      <w:r>
        <w:rPr>
          <w:rFonts w:ascii="Arial" w:hAnsi="Arial" w:cs="Arial"/>
          <w:color w:val="auto"/>
          <w:sz w:val="22"/>
          <w:lang w:val="en-GB"/>
        </w:rPr>
        <w:t>)</w:t>
      </w:r>
    </w:p>
    <w:p w14:paraId="2C7B56D8" w14:textId="77777777" w:rsidR="00B63760" w:rsidRPr="009549B9" w:rsidRDefault="00B63760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1B2A9AAA" w14:textId="4A77EB06" w:rsidR="008E1972" w:rsidRPr="009549B9" w:rsidRDefault="008E1972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r w:rsidRPr="009549B9">
        <w:rPr>
          <w:rFonts w:ascii="Arial" w:hAnsi="Arial" w:cs="Arial"/>
          <w:color w:val="auto"/>
          <w:sz w:val="22"/>
          <w:lang w:val="en-GB"/>
        </w:rPr>
        <w:t>Stanislav Ignatovets</w:t>
      </w:r>
    </w:p>
    <w:p w14:paraId="4D38EB40" w14:textId="5720207F" w:rsidR="008E1972" w:rsidRPr="009549B9" w:rsidRDefault="00E75E91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proofErr w:type="spellStart"/>
      <w:r>
        <w:rPr>
          <w:rFonts w:ascii="Arial" w:hAnsi="Arial" w:cs="Arial"/>
          <w:color w:val="auto"/>
          <w:sz w:val="22"/>
          <w:lang w:val="en-GB"/>
        </w:rPr>
        <w:t>j</w:t>
      </w:r>
      <w:r w:rsidR="008E1972" w:rsidRPr="009549B9">
        <w:rPr>
          <w:rFonts w:ascii="Arial" w:hAnsi="Arial" w:cs="Arial"/>
          <w:color w:val="auto"/>
          <w:sz w:val="22"/>
          <w:lang w:val="en-GB"/>
        </w:rPr>
        <w:t>uhatuse</w:t>
      </w:r>
      <w:proofErr w:type="spellEnd"/>
      <w:r w:rsidR="008E1972" w:rsidRPr="009549B9"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 w:rsidR="008E1972" w:rsidRPr="009549B9">
        <w:rPr>
          <w:rFonts w:ascii="Arial" w:hAnsi="Arial" w:cs="Arial"/>
          <w:color w:val="auto"/>
          <w:sz w:val="22"/>
          <w:lang w:val="en-GB"/>
        </w:rPr>
        <w:t>liige</w:t>
      </w:r>
      <w:proofErr w:type="spellEnd"/>
    </w:p>
    <w:p w14:paraId="2EEC81BA" w14:textId="3054084B" w:rsidR="008E1972" w:rsidRPr="009549B9" w:rsidRDefault="008E1972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r w:rsidRPr="009549B9">
        <w:rPr>
          <w:rFonts w:ascii="Arial" w:hAnsi="Arial" w:cs="Arial"/>
          <w:color w:val="auto"/>
          <w:sz w:val="22"/>
          <w:lang w:val="en-GB"/>
        </w:rPr>
        <w:t>Enefit Industry AS</w:t>
      </w:r>
    </w:p>
    <w:p w14:paraId="37C91CAB" w14:textId="77777777" w:rsidR="00F474C5" w:rsidRPr="009549B9" w:rsidRDefault="00F474C5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570B332E" w14:textId="77777777" w:rsidR="00F474C5" w:rsidRPr="009549B9" w:rsidRDefault="00F474C5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084D4B66" w14:textId="77777777" w:rsidR="00F474C5" w:rsidRPr="009549B9" w:rsidRDefault="00F474C5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74F65B0E" w14:textId="77777777" w:rsidR="00E445AA" w:rsidRDefault="00E445AA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4828B92A" w14:textId="77777777" w:rsidR="00E445AA" w:rsidRDefault="00E445AA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098F918F" w14:textId="77777777" w:rsidR="00E445AA" w:rsidRDefault="00E445AA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</w:p>
    <w:p w14:paraId="27049398" w14:textId="5D546410" w:rsidR="00F474C5" w:rsidRDefault="00F474C5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r w:rsidRPr="009549B9">
        <w:rPr>
          <w:rFonts w:ascii="Arial" w:hAnsi="Arial" w:cs="Arial"/>
          <w:color w:val="auto"/>
          <w:sz w:val="22"/>
          <w:lang w:val="en-GB"/>
        </w:rPr>
        <w:t>Ave Mandre</w:t>
      </w:r>
    </w:p>
    <w:p w14:paraId="62B57E55" w14:textId="27433F12" w:rsidR="00021066" w:rsidRPr="009549B9" w:rsidRDefault="00021066" w:rsidP="00F474C5">
      <w:pPr>
        <w:spacing w:after="0" w:line="240" w:lineRule="auto"/>
        <w:rPr>
          <w:rFonts w:ascii="Arial" w:hAnsi="Arial" w:cs="Arial"/>
          <w:color w:val="auto"/>
          <w:sz w:val="22"/>
          <w:lang w:val="en-GB"/>
        </w:rPr>
      </w:pPr>
      <w:proofErr w:type="spellStart"/>
      <w:r>
        <w:rPr>
          <w:rFonts w:ascii="Arial" w:hAnsi="Arial" w:cs="Arial"/>
          <w:color w:val="auto"/>
          <w:sz w:val="22"/>
          <w:lang w:val="en-GB"/>
        </w:rPr>
        <w:t>maateenuste</w:t>
      </w:r>
      <w:proofErr w:type="spellEnd"/>
      <w:r>
        <w:rPr>
          <w:rFonts w:ascii="Arial" w:hAnsi="Arial" w:cs="Arial"/>
          <w:color w:val="auto"/>
          <w:sz w:val="22"/>
          <w:lang w:val="en-GB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lang w:val="en-GB"/>
        </w:rPr>
        <w:t>tiimijuht</w:t>
      </w:r>
      <w:proofErr w:type="spellEnd"/>
    </w:p>
    <w:p w14:paraId="48E81897" w14:textId="489DE932" w:rsidR="00614ED8" w:rsidRPr="00021066" w:rsidRDefault="00F474C5" w:rsidP="00F474C5">
      <w:pPr>
        <w:spacing w:after="0" w:line="240" w:lineRule="auto"/>
        <w:rPr>
          <w:rFonts w:ascii="Arial" w:hAnsi="Arial" w:cs="Arial"/>
          <w:sz w:val="22"/>
          <w:lang w:val="en-GB"/>
        </w:rPr>
      </w:pPr>
      <w:hyperlink r:id="rId11" w:history="1">
        <w:r w:rsidRPr="009549B9">
          <w:rPr>
            <w:rStyle w:val="Hyperlink"/>
            <w:rFonts w:ascii="Arial" w:hAnsi="Arial" w:cs="Arial"/>
            <w:sz w:val="22"/>
            <w:lang w:val="en-GB"/>
          </w:rPr>
          <w:t>ave.mandre@energia.ee</w:t>
        </w:r>
      </w:hyperlink>
      <w:r w:rsidRPr="009549B9">
        <w:rPr>
          <w:rFonts w:ascii="Arial" w:hAnsi="Arial" w:cs="Arial"/>
          <w:sz w:val="22"/>
          <w:lang w:val="en-GB"/>
        </w:rPr>
        <w:t xml:space="preserve"> </w:t>
      </w:r>
      <w:r w:rsidR="00021066">
        <w:rPr>
          <w:rFonts w:ascii="Arial" w:hAnsi="Arial" w:cs="Arial"/>
          <w:sz w:val="22"/>
          <w:lang w:val="en-GB"/>
        </w:rPr>
        <w:t xml:space="preserve"> </w:t>
      </w:r>
      <w:r w:rsidR="00A35B78" w:rsidRPr="009549B9">
        <w:rPr>
          <w:rFonts w:ascii="Arial" w:hAnsi="Arial" w:cs="Arial"/>
          <w:color w:val="auto"/>
          <w:sz w:val="22"/>
          <w:lang w:val="en"/>
        </w:rPr>
        <w:t xml:space="preserve">+372 5665 2509 </w:t>
      </w:r>
    </w:p>
    <w:sectPr w:rsidR="00614ED8" w:rsidRPr="00021066" w:rsidSect="00340D62">
      <w:footerReference w:type="default" r:id="rId12"/>
      <w:headerReference w:type="first" r:id="rId13"/>
      <w:footerReference w:type="first" r:id="rId14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53712" w14:textId="77777777" w:rsidR="00EA6D70" w:rsidRDefault="00EA6D70" w:rsidP="00984DF6">
      <w:pPr>
        <w:spacing w:after="0" w:line="240" w:lineRule="auto"/>
      </w:pPr>
      <w:r>
        <w:separator/>
      </w:r>
    </w:p>
  </w:endnote>
  <w:endnote w:type="continuationSeparator" w:id="0">
    <w:p w14:paraId="4AA87CBA" w14:textId="77777777" w:rsidR="00EA6D70" w:rsidRDefault="00EA6D70" w:rsidP="00984DF6">
      <w:pPr>
        <w:spacing w:after="0" w:line="240" w:lineRule="auto"/>
      </w:pPr>
      <w:r>
        <w:continuationSeparator/>
      </w:r>
    </w:p>
  </w:endnote>
  <w:endnote w:type="continuationNotice" w:id="1">
    <w:p w14:paraId="0C46E6E5" w14:textId="77777777" w:rsidR="00EA6D70" w:rsidRDefault="00EA6D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0E7CD471" w14:textId="77777777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65EEBDE7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10F0A" w14:textId="77777777" w:rsidR="005D1ED4" w:rsidRDefault="00F43A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67400EB" wp14:editId="5B54371F">
              <wp:simplePos x="0" y="0"/>
              <wp:positionH relativeFrom="margin">
                <wp:posOffset>-5715</wp:posOffset>
              </wp:positionH>
              <wp:positionV relativeFrom="paragraph">
                <wp:posOffset>-321310</wp:posOffset>
              </wp:positionV>
              <wp:extent cx="6073140" cy="510540"/>
              <wp:effectExtent l="0" t="0" r="381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3140" cy="5105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978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53"/>
                            <w:gridCol w:w="2410"/>
                            <w:gridCol w:w="3118"/>
                          </w:tblGrid>
                          <w:tr w:rsidR="00A76A9F" w14:paraId="304B81F9" w14:textId="77777777" w:rsidTr="00F5136D">
                            <w:tc>
                              <w:tcPr>
                                <w:tcW w:w="425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8D394ED" w14:textId="77777777" w:rsidR="00A76A9F" w:rsidRPr="00767D25" w:rsidRDefault="00142DE1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Enefit</w:t>
                                </w:r>
                                <w:r w:rsid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Industry</w:t>
                                </w: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AS</w:t>
                                </w:r>
                                <w:r w:rsidR="00A76A9F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2579A0" w:rsidRPr="002579A0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8051AD1" w14:textId="77777777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proofErr w:type="spellStart"/>
                                <w:r w:rsidRPr="00EF7644">
                                  <w:rPr>
                                    <w:color w:val="2B2E36" w:themeColor="text1"/>
                                  </w:rPr>
                                  <w:t>Reg</w:t>
                                </w:r>
                                <w:proofErr w:type="spellEnd"/>
                                <w:r w:rsidRPr="00EF7644">
                                  <w:rPr>
                                    <w:color w:val="2B2E36" w:themeColor="text1"/>
                                  </w:rPr>
                                  <w:t>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10579981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76E2B224" w14:textId="77777777" w:rsidR="001D6FC4" w:rsidRPr="008C1BF2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="00691FD0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hyperlink r:id="rId1" w:history="1">
                                  <w:r w:rsidR="00F5136D" w:rsidRPr="00F5136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info.industry@enefit.ee</w:t>
                                  </w:r>
                                </w:hyperlink>
                                <w:r w:rsidR="008C1BF2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71D916C5" w14:textId="77777777" w:rsidR="00A76A9F" w:rsidRPr="00C66001" w:rsidRDefault="008C1BF2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8C1BF2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5BC5F16A" w14:textId="77777777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7400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45pt;margin-top:-25.3pt;width:478.2pt;height:40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" filled="f" stroked="f">
              <v:textbox inset="0,0,0,1mm">
                <w:txbxContent>
                  <w:tbl>
                    <w:tblPr>
                      <w:tblStyle w:val="TableGrid"/>
                      <w:tblW w:w="978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53"/>
                      <w:gridCol w:w="2410"/>
                      <w:gridCol w:w="3118"/>
                    </w:tblGrid>
                    <w:tr w:rsidR="00A76A9F" w14:paraId="304B81F9" w14:textId="77777777" w:rsidTr="00F5136D">
                      <w:tc>
                        <w:tcPr>
                          <w:tcW w:w="425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8D394ED" w14:textId="77777777" w:rsidR="00A76A9F" w:rsidRPr="00767D25" w:rsidRDefault="00142DE1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>Enefit</w:t>
                          </w:r>
                          <w:r w:rsid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Industry</w:t>
                          </w: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AS</w:t>
                          </w:r>
                          <w:r w:rsidR="00A76A9F">
                            <w:rPr>
                              <w:color w:val="2B2E36" w:themeColor="text1"/>
                            </w:rPr>
                            <w:br/>
                          </w:r>
                          <w:r w:rsidR="002579A0" w:rsidRPr="002579A0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</w:tc>
                      <w:tc>
                        <w:tcPr>
                          <w:tcW w:w="241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8051AD1" w14:textId="77777777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proofErr w:type="spellStart"/>
                          <w:r w:rsidRPr="00EF7644">
                            <w:rPr>
                              <w:color w:val="2B2E36" w:themeColor="text1"/>
                            </w:rPr>
                            <w:t>Reg</w:t>
                          </w:r>
                          <w:proofErr w:type="spellEnd"/>
                          <w:r w:rsidRPr="00EF7644">
                            <w:rPr>
                              <w:color w:val="2B2E36" w:themeColor="text1"/>
                            </w:rPr>
                            <w:t>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10579981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76E2B224" w14:textId="77777777" w:rsidR="001D6FC4" w:rsidRPr="008C1BF2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>:</w:t>
                          </w:r>
                          <w:r w:rsidR="00691FD0">
                            <w:rPr>
                              <w:color w:val="2B2E36" w:themeColor="text1"/>
                            </w:rPr>
                            <w:t xml:space="preserve"> </w:t>
                          </w:r>
                          <w:hyperlink r:id="rId3" w:history="1">
                            <w:r w:rsidR="00F5136D" w:rsidRPr="00F5136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info.industry@enefit.ee</w:t>
                            </w:r>
                          </w:hyperlink>
                          <w:r w:rsidR="008C1BF2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71D916C5" w14:textId="77777777" w:rsidR="00A76A9F" w:rsidRPr="00C66001" w:rsidRDefault="008C1BF2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8C1BF2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5BC5F16A" w14:textId="77777777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B9C2A" w14:textId="77777777" w:rsidR="00EA6D70" w:rsidRDefault="00EA6D70" w:rsidP="00984DF6">
      <w:pPr>
        <w:spacing w:after="0" w:line="240" w:lineRule="auto"/>
      </w:pPr>
      <w:r>
        <w:separator/>
      </w:r>
    </w:p>
  </w:footnote>
  <w:footnote w:type="continuationSeparator" w:id="0">
    <w:p w14:paraId="42B310E5" w14:textId="77777777" w:rsidR="00EA6D70" w:rsidRDefault="00EA6D70" w:rsidP="00984DF6">
      <w:pPr>
        <w:spacing w:after="0" w:line="240" w:lineRule="auto"/>
      </w:pPr>
      <w:r>
        <w:continuationSeparator/>
      </w:r>
    </w:p>
  </w:footnote>
  <w:footnote w:type="continuationNotice" w:id="1">
    <w:p w14:paraId="7C537B13" w14:textId="77777777" w:rsidR="00EA6D70" w:rsidRDefault="00EA6D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105C1" w14:textId="77777777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58241" behindDoc="0" locked="0" layoutInCell="1" allowOverlap="1" wp14:anchorId="39823F7D" wp14:editId="54CA7840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D8"/>
    <w:rsid w:val="00021066"/>
    <w:rsid w:val="00050430"/>
    <w:rsid w:val="00062EC2"/>
    <w:rsid w:val="000706B1"/>
    <w:rsid w:val="000B7E77"/>
    <w:rsid w:val="000D46BD"/>
    <w:rsid w:val="000E3BA1"/>
    <w:rsid w:val="000F4013"/>
    <w:rsid w:val="000F79F5"/>
    <w:rsid w:val="00142DE1"/>
    <w:rsid w:val="00143CAD"/>
    <w:rsid w:val="001660CB"/>
    <w:rsid w:val="0017610B"/>
    <w:rsid w:val="001A600D"/>
    <w:rsid w:val="001B557C"/>
    <w:rsid w:val="001D14D3"/>
    <w:rsid w:val="001D6FC4"/>
    <w:rsid w:val="001F3ED2"/>
    <w:rsid w:val="00201007"/>
    <w:rsid w:val="00203975"/>
    <w:rsid w:val="00203C7D"/>
    <w:rsid w:val="00227A8D"/>
    <w:rsid w:val="002579A0"/>
    <w:rsid w:val="002713B3"/>
    <w:rsid w:val="00271BAB"/>
    <w:rsid w:val="0028378B"/>
    <w:rsid w:val="00285902"/>
    <w:rsid w:val="00291F0E"/>
    <w:rsid w:val="00294A16"/>
    <w:rsid w:val="00294A1B"/>
    <w:rsid w:val="00294C02"/>
    <w:rsid w:val="002A120E"/>
    <w:rsid w:val="002A3EA8"/>
    <w:rsid w:val="002A5F4D"/>
    <w:rsid w:val="002C6F1A"/>
    <w:rsid w:val="002D4DB2"/>
    <w:rsid w:val="002E62D0"/>
    <w:rsid w:val="002F3B9F"/>
    <w:rsid w:val="002F73A9"/>
    <w:rsid w:val="002F7970"/>
    <w:rsid w:val="002F7D6E"/>
    <w:rsid w:val="00316FC8"/>
    <w:rsid w:val="00340D62"/>
    <w:rsid w:val="00386A58"/>
    <w:rsid w:val="003A05CD"/>
    <w:rsid w:val="003A2C87"/>
    <w:rsid w:val="003A5640"/>
    <w:rsid w:val="003B0FC2"/>
    <w:rsid w:val="003D21F0"/>
    <w:rsid w:val="003E188F"/>
    <w:rsid w:val="003E35DE"/>
    <w:rsid w:val="00404635"/>
    <w:rsid w:val="004268FF"/>
    <w:rsid w:val="00445335"/>
    <w:rsid w:val="004454BB"/>
    <w:rsid w:val="00466501"/>
    <w:rsid w:val="004753E9"/>
    <w:rsid w:val="004A0D26"/>
    <w:rsid w:val="004C20DE"/>
    <w:rsid w:val="004C50F5"/>
    <w:rsid w:val="004E1266"/>
    <w:rsid w:val="004E32DD"/>
    <w:rsid w:val="00504D26"/>
    <w:rsid w:val="00514A94"/>
    <w:rsid w:val="005152DD"/>
    <w:rsid w:val="00521319"/>
    <w:rsid w:val="0054435B"/>
    <w:rsid w:val="0054781C"/>
    <w:rsid w:val="005A1605"/>
    <w:rsid w:val="005B6C30"/>
    <w:rsid w:val="005C0E7E"/>
    <w:rsid w:val="005C606C"/>
    <w:rsid w:val="005D1ED4"/>
    <w:rsid w:val="005F0F27"/>
    <w:rsid w:val="00603DB0"/>
    <w:rsid w:val="00614ED8"/>
    <w:rsid w:val="006265A1"/>
    <w:rsid w:val="00637371"/>
    <w:rsid w:val="00637F2A"/>
    <w:rsid w:val="006475B4"/>
    <w:rsid w:val="00654853"/>
    <w:rsid w:val="006745F2"/>
    <w:rsid w:val="006754A2"/>
    <w:rsid w:val="00691208"/>
    <w:rsid w:val="00691FD0"/>
    <w:rsid w:val="006A25A9"/>
    <w:rsid w:val="006E62CB"/>
    <w:rsid w:val="006F0F8C"/>
    <w:rsid w:val="006F1CAE"/>
    <w:rsid w:val="007002D0"/>
    <w:rsid w:val="0071068A"/>
    <w:rsid w:val="0072045E"/>
    <w:rsid w:val="00733149"/>
    <w:rsid w:val="00763A28"/>
    <w:rsid w:val="00767D25"/>
    <w:rsid w:val="00776F03"/>
    <w:rsid w:val="00785CEF"/>
    <w:rsid w:val="00785EF3"/>
    <w:rsid w:val="007949E1"/>
    <w:rsid w:val="00797924"/>
    <w:rsid w:val="00797C21"/>
    <w:rsid w:val="007A001A"/>
    <w:rsid w:val="007A5217"/>
    <w:rsid w:val="007A63A2"/>
    <w:rsid w:val="007C735F"/>
    <w:rsid w:val="007E5D90"/>
    <w:rsid w:val="007E69D5"/>
    <w:rsid w:val="007F1146"/>
    <w:rsid w:val="007F594E"/>
    <w:rsid w:val="008115C2"/>
    <w:rsid w:val="0081334A"/>
    <w:rsid w:val="008315B4"/>
    <w:rsid w:val="00837480"/>
    <w:rsid w:val="00860AE8"/>
    <w:rsid w:val="0086681F"/>
    <w:rsid w:val="00870125"/>
    <w:rsid w:val="00883A57"/>
    <w:rsid w:val="00884A22"/>
    <w:rsid w:val="008C1BF2"/>
    <w:rsid w:val="008D2BA2"/>
    <w:rsid w:val="008E1972"/>
    <w:rsid w:val="008F5614"/>
    <w:rsid w:val="0091053B"/>
    <w:rsid w:val="00915CCE"/>
    <w:rsid w:val="0092140F"/>
    <w:rsid w:val="00922B40"/>
    <w:rsid w:val="00924BED"/>
    <w:rsid w:val="009549B9"/>
    <w:rsid w:val="00984DF6"/>
    <w:rsid w:val="0099144A"/>
    <w:rsid w:val="009A59B5"/>
    <w:rsid w:val="009B52FF"/>
    <w:rsid w:val="009C6865"/>
    <w:rsid w:val="009E7001"/>
    <w:rsid w:val="009F1221"/>
    <w:rsid w:val="00A35B78"/>
    <w:rsid w:val="00A436D2"/>
    <w:rsid w:val="00A76A9F"/>
    <w:rsid w:val="00A8597A"/>
    <w:rsid w:val="00AD4C66"/>
    <w:rsid w:val="00AE1C43"/>
    <w:rsid w:val="00AE541F"/>
    <w:rsid w:val="00AE552D"/>
    <w:rsid w:val="00B03DEC"/>
    <w:rsid w:val="00B0625E"/>
    <w:rsid w:val="00B06D9C"/>
    <w:rsid w:val="00B07B87"/>
    <w:rsid w:val="00B26818"/>
    <w:rsid w:val="00B35BE2"/>
    <w:rsid w:val="00B35FD8"/>
    <w:rsid w:val="00B4029E"/>
    <w:rsid w:val="00B53A9C"/>
    <w:rsid w:val="00B63760"/>
    <w:rsid w:val="00B84E81"/>
    <w:rsid w:val="00B94507"/>
    <w:rsid w:val="00B946CF"/>
    <w:rsid w:val="00BA142B"/>
    <w:rsid w:val="00BD04A8"/>
    <w:rsid w:val="00BD070D"/>
    <w:rsid w:val="00BD284E"/>
    <w:rsid w:val="00BD3B2D"/>
    <w:rsid w:val="00BD621F"/>
    <w:rsid w:val="00BF4EF4"/>
    <w:rsid w:val="00BF5B9D"/>
    <w:rsid w:val="00BF6821"/>
    <w:rsid w:val="00C07377"/>
    <w:rsid w:val="00C31580"/>
    <w:rsid w:val="00C36EB6"/>
    <w:rsid w:val="00C66001"/>
    <w:rsid w:val="00C724D4"/>
    <w:rsid w:val="00CC0D40"/>
    <w:rsid w:val="00CC22FD"/>
    <w:rsid w:val="00CD7193"/>
    <w:rsid w:val="00CD7C35"/>
    <w:rsid w:val="00CE161B"/>
    <w:rsid w:val="00D22C45"/>
    <w:rsid w:val="00D278D2"/>
    <w:rsid w:val="00D30553"/>
    <w:rsid w:val="00D438BE"/>
    <w:rsid w:val="00D623DC"/>
    <w:rsid w:val="00D63C6B"/>
    <w:rsid w:val="00D71075"/>
    <w:rsid w:val="00D716CA"/>
    <w:rsid w:val="00D808B3"/>
    <w:rsid w:val="00D979BD"/>
    <w:rsid w:val="00DC117E"/>
    <w:rsid w:val="00DD0E96"/>
    <w:rsid w:val="00DF57A3"/>
    <w:rsid w:val="00DF5890"/>
    <w:rsid w:val="00E021C5"/>
    <w:rsid w:val="00E10E84"/>
    <w:rsid w:val="00E1569F"/>
    <w:rsid w:val="00E21F7B"/>
    <w:rsid w:val="00E260B9"/>
    <w:rsid w:val="00E445AA"/>
    <w:rsid w:val="00E60065"/>
    <w:rsid w:val="00E659D1"/>
    <w:rsid w:val="00E75E91"/>
    <w:rsid w:val="00E93941"/>
    <w:rsid w:val="00EA6D70"/>
    <w:rsid w:val="00EB28DF"/>
    <w:rsid w:val="00EC4302"/>
    <w:rsid w:val="00EC514F"/>
    <w:rsid w:val="00ED58BA"/>
    <w:rsid w:val="00EF7644"/>
    <w:rsid w:val="00F156EB"/>
    <w:rsid w:val="00F179F0"/>
    <w:rsid w:val="00F24D81"/>
    <w:rsid w:val="00F43A1E"/>
    <w:rsid w:val="00F474C5"/>
    <w:rsid w:val="00F51234"/>
    <w:rsid w:val="00F5136D"/>
    <w:rsid w:val="00F7250D"/>
    <w:rsid w:val="00F74BBC"/>
    <w:rsid w:val="00F92DEE"/>
    <w:rsid w:val="00FB357F"/>
    <w:rsid w:val="00FC5440"/>
    <w:rsid w:val="00FE298C"/>
    <w:rsid w:val="10484454"/>
    <w:rsid w:val="3FDF5946"/>
    <w:rsid w:val="42172203"/>
    <w:rsid w:val="68D4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FA2FFF"/>
  <w15:chartTrackingRefBased/>
  <w15:docId w15:val="{5D58F5E5-FB6A-40D7-9232-5CE049D9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74C5"/>
    <w:pPr>
      <w:spacing w:after="0" w:line="240" w:lineRule="auto"/>
    </w:pPr>
    <w:rPr>
      <w:color w:val="2B2E3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ve.mandre@energia.e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rmk@rmk.ee" TargetMode="External"/><Relationship Id="rId4" Type="http://schemas.openxmlformats.org/officeDocument/2006/relationships/styles" Target="styles.xml"/><Relationship Id="rId9" Type="http://schemas.openxmlformats.org/officeDocument/2006/relationships/hyperlink" Target="mailto:ruth.rajaveer@rmk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industry@enefit.ee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.industry@enefit.ee" TargetMode="External"/><Relationship Id="rId4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nergiaee.sharepoint.com/sites/EnefitMedia/Office%20Template%20Library/Word%20templates/Enefit%20Industry/enefit_industry_kirjaplank_est.dotx" TargetMode="External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8e589f19307047e986df9128b0f605b2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ed8d2ba428d7c8785dde08c3f422bccb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9E644D-FE72-4CBA-841F-82EB408A4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enefit_industry_kirjaplank_est.dotx</Template>
  <TotalTime>52</TotalTime>
  <Pages>1</Pages>
  <Words>260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Mandre</dc:creator>
  <cp:keywords/>
  <dc:description/>
  <cp:lastModifiedBy>Heldi Jevgrafov</cp:lastModifiedBy>
  <cp:revision>34</cp:revision>
  <dcterms:created xsi:type="dcterms:W3CDTF">2025-08-04T13:51:00Z</dcterms:created>
  <dcterms:modified xsi:type="dcterms:W3CDTF">2025-08-07T12:08:00Z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MediaServiceImageTags">
    <vt:lpwstr/>
  </property>
</Properties>
</file>